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2D4D8" w14:textId="77777777" w:rsidR="008C50E7" w:rsidRPr="007545FF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64834EE1" w14:textId="48769231" w:rsidR="00E63E47" w:rsidRPr="002A4F3F" w:rsidRDefault="00E63E47" w:rsidP="00E63E47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 w:rsidRPr="002A4F3F">
        <w:rPr>
          <w:rFonts w:ascii="Arial" w:hAnsi="Arial" w:cs="Arial"/>
          <w:bCs/>
          <w:sz w:val="32"/>
        </w:rPr>
        <w:t xml:space="preserve">VERIFY </w:t>
      </w:r>
      <w:r>
        <w:rPr>
          <w:rFonts w:ascii="Arial" w:hAnsi="Arial" w:cs="Arial"/>
          <w:bCs/>
          <w:sz w:val="32"/>
        </w:rPr>
        <w:t>HEATING</w:t>
      </w:r>
    </w:p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1841"/>
        <w:gridCol w:w="425"/>
        <w:gridCol w:w="675"/>
        <w:gridCol w:w="2129"/>
        <w:gridCol w:w="30"/>
        <w:gridCol w:w="287"/>
        <w:gridCol w:w="1556"/>
        <w:gridCol w:w="1100"/>
        <w:gridCol w:w="712"/>
        <w:gridCol w:w="459"/>
        <w:gridCol w:w="1209"/>
      </w:tblGrid>
      <w:tr w:rsidR="00E644FA" w:rsidRPr="00DE61B3" w14:paraId="679DD040" w14:textId="77777777" w:rsidTr="00D2214B">
        <w:tc>
          <w:tcPr>
            <w:tcW w:w="1841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B667CD5" w14:textId="77777777" w:rsidR="006B1AD9" w:rsidRPr="00DE61B3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DE61B3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1100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5CFF6D5" w14:textId="77777777" w:rsidR="006B1AD9" w:rsidRPr="00DE61B3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63D222B" w14:textId="77777777" w:rsidR="006B1AD9" w:rsidRPr="00DE61B3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6254AED3" w14:textId="77777777" w:rsidR="006B1AD9" w:rsidRPr="00DE61B3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65C3C15F" w14:textId="77777777" w:rsidR="006B1AD9" w:rsidRPr="00DE61B3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1DE48DB" w14:textId="77777777" w:rsidR="006B1AD9" w:rsidRPr="00DE61B3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DE61B3" w14:paraId="709606B7" w14:textId="77777777" w:rsidTr="00D2214B">
        <w:tc>
          <w:tcPr>
            <w:tcW w:w="2266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C4B0729" w14:textId="77777777" w:rsidR="00314153" w:rsidRPr="00DE61B3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2804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55E768D" w14:textId="77777777" w:rsidR="00314153" w:rsidRPr="00DE61B3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3F6E414" w14:textId="77777777" w:rsidR="00314153" w:rsidRPr="00DE61B3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1989979" w14:textId="77777777" w:rsidR="00314153" w:rsidRPr="00DE61B3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3480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6644985D" w14:textId="77777777" w:rsidR="00314153" w:rsidRPr="00DE61B3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00069A" w:rsidRPr="00DE61B3" w14:paraId="0B09238D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6A158" w14:textId="77777777" w:rsidR="0000069A" w:rsidRPr="00DE61B3" w:rsidRDefault="0000069A" w:rsidP="00EF54D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Description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88862" w14:textId="77777777" w:rsidR="0000069A" w:rsidRPr="00DE61B3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DESCRIPTION"/>
            <w:bookmarkEnd w:id="2"/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4E227" w14:textId="77777777" w:rsidR="0000069A" w:rsidRPr="00DE61B3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4E81A" w14:textId="77777777" w:rsidR="0000069A" w:rsidRPr="00DE61B3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929E6" w14:textId="77777777" w:rsidR="0000069A" w:rsidRPr="00DE61B3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95185" w14:textId="77777777" w:rsidR="0000069A" w:rsidRPr="00DE61B3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DE61B3" w14:paraId="67CCE5E1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58F97" w14:textId="77777777" w:rsidR="009847DF" w:rsidRPr="00DE61B3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Geometry</w:t>
            </w:r>
          </w:p>
        </w:tc>
        <w:tc>
          <w:tcPr>
            <w:tcW w:w="8157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29CFA" w14:textId="77777777" w:rsidR="009847DF" w:rsidRPr="00DE61B3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GEOMETRY"/>
            <w:bookmarkEnd w:id="3"/>
          </w:p>
        </w:tc>
      </w:tr>
      <w:tr w:rsidR="00ED4EC9" w:rsidRPr="00DE61B3" w14:paraId="162C1C27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D862" w14:textId="77777777" w:rsidR="00ED4EC9" w:rsidRPr="00DE61B3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Fin Type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90ACF" w14:textId="77777777" w:rsidR="00ED4EC9" w:rsidRPr="00DE61B3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TYPE"/>
            <w:bookmarkEnd w:id="4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06D8F" w14:textId="77777777" w:rsidR="00ED4EC9" w:rsidRPr="00DE61B3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7CFED" w14:textId="77777777" w:rsidR="00ED4EC9" w:rsidRPr="00DE61B3" w:rsidRDefault="00ED4EC9" w:rsidP="0018284C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Fin spacing </w:t>
            </w:r>
            <w:r w:rsidR="0018284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DE61B3">
              <w:rPr>
                <w:rFonts w:ascii="Arial" w:hAnsi="Arial" w:cs="Arial"/>
                <w:i/>
                <w:sz w:val="18"/>
                <w:szCs w:val="18"/>
              </w:rPr>
              <w:t>thickness</w:t>
            </w:r>
            <w:r w:rsidR="0018284C">
              <w:rPr>
                <w:rFonts w:ascii="Arial" w:hAnsi="Arial" w:cs="Arial"/>
                <w:i/>
                <w:sz w:val="18"/>
                <w:szCs w:val="18"/>
              </w:rPr>
              <w:t>] (mm)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0B428" w14:textId="77777777" w:rsidR="00ED4EC9" w:rsidRPr="00DE61B3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FINSPACING_AND_THICKNESS"/>
            <w:bookmarkEnd w:id="5"/>
          </w:p>
        </w:tc>
      </w:tr>
      <w:tr w:rsidR="00ED4EC9" w:rsidRPr="00DE61B3" w14:paraId="1BB2697C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0D1CB" w14:textId="77777777" w:rsidR="00ED4EC9" w:rsidRPr="00DE61B3" w:rsidRDefault="00B71949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Finned HxL (mm)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D397B" w14:textId="77777777" w:rsidR="00ED4EC9" w:rsidRPr="00DE61B3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xL"/>
            <w:bookmarkEnd w:id="6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2EA45" w14:textId="77777777" w:rsidR="00ED4EC9" w:rsidRPr="00DE61B3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21098" w14:textId="77777777" w:rsidR="00ED4EC9" w:rsidRPr="00DE61B3" w:rsidRDefault="00ED4EC9" w:rsidP="00516AC6">
            <w:pPr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  <w:lang w:val="en-US"/>
              </w:rPr>
              <w:t>Circuits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33B2F" w14:textId="77777777" w:rsidR="00ED4EC9" w:rsidRPr="00DE61B3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7" w:name="CIRCUITS"/>
            <w:bookmarkEnd w:id="7"/>
          </w:p>
        </w:tc>
      </w:tr>
      <w:tr w:rsidR="00BF5D29" w:rsidRPr="00DE61B3" w14:paraId="0D368C08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58880" w14:textId="77777777" w:rsidR="00BF5D29" w:rsidRPr="00DE61B3" w:rsidRDefault="00B7194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Rows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250CB" w14:textId="77777777" w:rsidR="00BF5D29" w:rsidRPr="00DE61B3" w:rsidRDefault="00BF5D29" w:rsidP="00B7194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8" w:name="ROWS"/>
            <w:bookmarkEnd w:id="8"/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261B8" w14:textId="77777777" w:rsidR="00BF5D29" w:rsidRPr="00DE61B3" w:rsidRDefault="00BF5D29" w:rsidP="0063275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BD84B" w14:textId="77777777" w:rsidR="00BF5D29" w:rsidRPr="00DE61B3" w:rsidRDefault="00BF5D2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55FE2" w14:textId="77777777" w:rsidR="00BF5D29" w:rsidRPr="00DE61B3" w:rsidRDefault="00BF5D2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Unused tubes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C2224" w14:textId="77777777" w:rsidR="00BF5D29" w:rsidRPr="00DE61B3" w:rsidRDefault="00BF5D2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9" w:name="UNUSEDTUBES"/>
            <w:bookmarkEnd w:id="9"/>
          </w:p>
        </w:tc>
      </w:tr>
      <w:tr w:rsidR="00ED4EC9" w:rsidRPr="00DE61B3" w14:paraId="75C54AD8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6D74B" w14:textId="77777777" w:rsidR="00ED4EC9" w:rsidRPr="00DE61B3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Altitude o.s.l. (m)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DF732" w14:textId="77777777" w:rsidR="00ED4EC9" w:rsidRPr="00DE61B3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0" w:name="HSLM"/>
            <w:bookmarkEnd w:id="10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0ED51" w14:textId="77777777" w:rsidR="00ED4EC9" w:rsidRPr="00DE61B3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D0B97" w14:textId="77777777" w:rsidR="00ED4EC9" w:rsidRPr="00DE61B3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>Glycol (%)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262CE" w14:textId="77777777" w:rsidR="00ED4EC9" w:rsidRPr="00DE61B3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1" w:name="GLYCOL"/>
            <w:bookmarkEnd w:id="11"/>
          </w:p>
        </w:tc>
      </w:tr>
      <w:tr w:rsidR="00653162" w:rsidRPr="00DE61B3" w14:paraId="3D2B081D" w14:textId="77777777" w:rsidTr="00D22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92BBB" w14:textId="0BE9C3BE" w:rsidR="00653162" w:rsidRPr="00DE61B3" w:rsidRDefault="00653162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Inside Volume (Liters)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F97B8" w14:textId="77777777" w:rsidR="00653162" w:rsidRPr="00DE61B3" w:rsidRDefault="00653162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2" w:name="VOLINT"/>
            <w:bookmarkEnd w:id="12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C788A" w14:textId="77777777" w:rsidR="00653162" w:rsidRPr="00DE61B3" w:rsidRDefault="00653162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90201" w14:textId="77777777" w:rsidR="00653162" w:rsidRPr="00DE61B3" w:rsidRDefault="00653162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E98DC" w14:textId="77777777" w:rsidR="00653162" w:rsidRPr="00DE61B3" w:rsidRDefault="00653162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38"/>
        <w:gridCol w:w="839"/>
        <w:gridCol w:w="841"/>
        <w:gridCol w:w="841"/>
        <w:gridCol w:w="841"/>
        <w:gridCol w:w="843"/>
        <w:gridCol w:w="843"/>
        <w:gridCol w:w="843"/>
        <w:gridCol w:w="843"/>
        <w:gridCol w:w="843"/>
        <w:gridCol w:w="951"/>
      </w:tblGrid>
      <w:tr w:rsidR="00145042" w:rsidRPr="00742E16" w14:paraId="104E0FF9" w14:textId="77777777" w:rsidTr="002664A2">
        <w:trPr>
          <w:jc w:val="right"/>
        </w:trPr>
        <w:tc>
          <w:tcPr>
            <w:tcW w:w="411" w:type="pct"/>
            <w:tcBorders>
              <w:top w:val="dotted" w:sz="4" w:space="0" w:color="auto"/>
            </w:tcBorders>
          </w:tcPr>
          <w:p w14:paraId="2CD52609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Q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411" w:type="pct"/>
            <w:tcBorders>
              <w:top w:val="dotted" w:sz="4" w:space="0" w:color="auto"/>
            </w:tcBorders>
          </w:tcPr>
          <w:p w14:paraId="0820F62C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V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411" w:type="pct"/>
            <w:tcBorders>
              <w:top w:val="dotted" w:sz="4" w:space="0" w:color="auto"/>
            </w:tcBorders>
          </w:tcPr>
          <w:p w14:paraId="7390B3B9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∆P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412" w:type="pct"/>
            <w:tcBorders>
              <w:top w:val="dotted" w:sz="4" w:space="0" w:color="auto"/>
            </w:tcBorders>
          </w:tcPr>
          <w:p w14:paraId="114BB3D3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412" w:type="pct"/>
            <w:tcBorders>
              <w:top w:val="dotted" w:sz="4" w:space="0" w:color="auto"/>
            </w:tcBorders>
          </w:tcPr>
          <w:p w14:paraId="203E639F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412" w:type="pct"/>
            <w:tcBorders>
              <w:top w:val="dotted" w:sz="4" w:space="0" w:color="auto"/>
            </w:tcBorders>
          </w:tcPr>
          <w:p w14:paraId="1480868F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Q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 w14:paraId="21B6CD7B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Q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 w14:paraId="7CF59DA1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W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V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 w14:paraId="75AD214C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WI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 w14:paraId="0DE34B89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WU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 w14:paraId="63D58209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∆P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466" w:type="pct"/>
            <w:tcBorders>
              <w:top w:val="dotted" w:sz="4" w:space="0" w:color="auto"/>
            </w:tcBorders>
          </w:tcPr>
          <w:p w14:paraId="10EA871D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R="00145042" w:rsidRPr="00742E16" w14:paraId="7BFE271D" w14:textId="77777777" w:rsidTr="002664A2">
        <w:trPr>
          <w:jc w:val="right"/>
        </w:trPr>
        <w:tc>
          <w:tcPr>
            <w:tcW w:w="411" w:type="pct"/>
            <w:tcBorders>
              <w:bottom w:val="dotted" w:sz="4" w:space="0" w:color="auto"/>
            </w:tcBorders>
          </w:tcPr>
          <w:p w14:paraId="1DC76BEC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m</w:t>
            </w:r>
            <w:r w:rsidRPr="00742E16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742E16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411" w:type="pct"/>
            <w:tcBorders>
              <w:bottom w:val="dotted" w:sz="4" w:space="0" w:color="auto"/>
            </w:tcBorders>
          </w:tcPr>
          <w:p w14:paraId="0683F383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411" w:type="pct"/>
            <w:tcBorders>
              <w:bottom w:val="dotted" w:sz="4" w:space="0" w:color="auto"/>
            </w:tcBorders>
          </w:tcPr>
          <w:p w14:paraId="0F21939A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Pa</w:t>
            </w:r>
          </w:p>
        </w:tc>
        <w:tc>
          <w:tcPr>
            <w:tcW w:w="412" w:type="pct"/>
            <w:tcBorders>
              <w:bottom w:val="dotted" w:sz="4" w:space="0" w:color="auto"/>
            </w:tcBorders>
          </w:tcPr>
          <w:p w14:paraId="16283877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412" w:type="pct"/>
            <w:tcBorders>
              <w:bottom w:val="dotted" w:sz="4" w:space="0" w:color="auto"/>
            </w:tcBorders>
          </w:tcPr>
          <w:p w14:paraId="200AE594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412" w:type="pct"/>
            <w:tcBorders>
              <w:bottom w:val="dotted" w:sz="4" w:space="0" w:color="auto"/>
            </w:tcBorders>
          </w:tcPr>
          <w:p w14:paraId="5D162905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 w14:paraId="36307EE2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l/h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 w14:paraId="7D806450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 w14:paraId="41954474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 w14:paraId="166FE57E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 w14:paraId="5DC3D3F6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>kPa</w:t>
            </w:r>
          </w:p>
        </w:tc>
        <w:tc>
          <w:tcPr>
            <w:tcW w:w="466" w:type="pct"/>
            <w:tcBorders>
              <w:bottom w:val="dotted" w:sz="4" w:space="0" w:color="auto"/>
            </w:tcBorders>
          </w:tcPr>
          <w:p w14:paraId="3CA75F41" w14:textId="77777777" w:rsidR="00145042" w:rsidRPr="00742E16" w:rsidRDefault="0014504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602F6FF4" w14:textId="77777777" w:rsidR="004C7FC9" w:rsidRPr="0069483D" w:rsidRDefault="004C7FC9" w:rsidP="0069483D">
      <w:pPr>
        <w:tabs>
          <w:tab w:val="right" w:pos="709"/>
          <w:tab w:val="right" w:pos="1560"/>
          <w:tab w:val="right" w:pos="2410"/>
          <w:tab w:val="right" w:pos="3261"/>
          <w:tab w:val="right" w:pos="4082"/>
          <w:tab w:val="right" w:pos="4962"/>
          <w:tab w:val="right" w:pos="5783"/>
          <w:tab w:val="right" w:pos="6634"/>
          <w:tab w:val="right" w:pos="7456"/>
          <w:tab w:val="right" w:pos="8307"/>
          <w:tab w:val="right" w:pos="9157"/>
          <w:tab w:val="right" w:pos="9923"/>
        </w:tabs>
        <w:spacing w:after="0"/>
        <w:rPr>
          <w:rFonts w:ascii="Arial" w:hAnsi="Arial" w:cs="Arial"/>
          <w:sz w:val="16"/>
        </w:rPr>
      </w:pPr>
      <w:bookmarkStart w:id="13" w:name="DATA"/>
      <w:bookmarkEnd w:id="13"/>
    </w:p>
    <w:sectPr w:rsidR="004C7FC9" w:rsidRPr="0069483D" w:rsidSect="001531FC">
      <w:footerReference w:type="default" r:id="rId7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30FA2" w14:textId="77777777" w:rsidR="005B70AA" w:rsidRDefault="005B70AA" w:rsidP="00F430EA">
      <w:pPr>
        <w:spacing w:after="0" w:line="240" w:lineRule="auto"/>
      </w:pPr>
      <w:r>
        <w:separator/>
      </w:r>
    </w:p>
  </w:endnote>
  <w:endnote w:type="continuationSeparator" w:id="0">
    <w:p w14:paraId="710B61A1" w14:textId="77777777" w:rsidR="005B70AA" w:rsidRDefault="005B70AA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6678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7255D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E7255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18316" w14:textId="77777777" w:rsidR="005B70AA" w:rsidRDefault="005B70AA" w:rsidP="00F430EA">
      <w:pPr>
        <w:spacing w:after="0" w:line="240" w:lineRule="auto"/>
      </w:pPr>
      <w:r>
        <w:separator/>
      </w:r>
    </w:p>
  </w:footnote>
  <w:footnote w:type="continuationSeparator" w:id="0">
    <w:p w14:paraId="1F793482" w14:textId="77777777" w:rsidR="005B70AA" w:rsidRDefault="005B70AA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13A10"/>
    <w:rsid w:val="00026964"/>
    <w:rsid w:val="00031EA3"/>
    <w:rsid w:val="000472F1"/>
    <w:rsid w:val="00052689"/>
    <w:rsid w:val="00074307"/>
    <w:rsid w:val="00081FD5"/>
    <w:rsid w:val="00082596"/>
    <w:rsid w:val="00085B0F"/>
    <w:rsid w:val="00092D7F"/>
    <w:rsid w:val="000C1975"/>
    <w:rsid w:val="000C5A25"/>
    <w:rsid w:val="000E41DC"/>
    <w:rsid w:val="000E75EB"/>
    <w:rsid w:val="000F303D"/>
    <w:rsid w:val="00113EE1"/>
    <w:rsid w:val="00117142"/>
    <w:rsid w:val="00145042"/>
    <w:rsid w:val="001531FC"/>
    <w:rsid w:val="0018284C"/>
    <w:rsid w:val="001941C5"/>
    <w:rsid w:val="001A61EC"/>
    <w:rsid w:val="001B130B"/>
    <w:rsid w:val="001F1C7B"/>
    <w:rsid w:val="001F5285"/>
    <w:rsid w:val="00206A58"/>
    <w:rsid w:val="00222F0D"/>
    <w:rsid w:val="00262DC1"/>
    <w:rsid w:val="002664A2"/>
    <w:rsid w:val="002B1EEA"/>
    <w:rsid w:val="002F2C78"/>
    <w:rsid w:val="00303D52"/>
    <w:rsid w:val="00314153"/>
    <w:rsid w:val="00334A4C"/>
    <w:rsid w:val="00361411"/>
    <w:rsid w:val="003840F8"/>
    <w:rsid w:val="003A4CAB"/>
    <w:rsid w:val="003B6292"/>
    <w:rsid w:val="003E15EA"/>
    <w:rsid w:val="00410A30"/>
    <w:rsid w:val="00414A46"/>
    <w:rsid w:val="00426C17"/>
    <w:rsid w:val="0047415A"/>
    <w:rsid w:val="004758BA"/>
    <w:rsid w:val="00476A49"/>
    <w:rsid w:val="004842AB"/>
    <w:rsid w:val="004878EB"/>
    <w:rsid w:val="004C2C2E"/>
    <w:rsid w:val="004C7FC9"/>
    <w:rsid w:val="004D4977"/>
    <w:rsid w:val="004D7E0C"/>
    <w:rsid w:val="0050433D"/>
    <w:rsid w:val="00514947"/>
    <w:rsid w:val="00516AC6"/>
    <w:rsid w:val="005241B5"/>
    <w:rsid w:val="00531AC7"/>
    <w:rsid w:val="00550988"/>
    <w:rsid w:val="0055213A"/>
    <w:rsid w:val="00574798"/>
    <w:rsid w:val="005872FA"/>
    <w:rsid w:val="005A5D7B"/>
    <w:rsid w:val="005B70AA"/>
    <w:rsid w:val="005C105A"/>
    <w:rsid w:val="005E0C9B"/>
    <w:rsid w:val="00601220"/>
    <w:rsid w:val="006035E5"/>
    <w:rsid w:val="006056C2"/>
    <w:rsid w:val="00607A31"/>
    <w:rsid w:val="00616D5D"/>
    <w:rsid w:val="00620D56"/>
    <w:rsid w:val="0062112B"/>
    <w:rsid w:val="006276D1"/>
    <w:rsid w:val="00632758"/>
    <w:rsid w:val="00653162"/>
    <w:rsid w:val="0066645B"/>
    <w:rsid w:val="00666543"/>
    <w:rsid w:val="006846FD"/>
    <w:rsid w:val="0069483D"/>
    <w:rsid w:val="006B10E4"/>
    <w:rsid w:val="006B1AD9"/>
    <w:rsid w:val="006C667A"/>
    <w:rsid w:val="006F5582"/>
    <w:rsid w:val="0072180F"/>
    <w:rsid w:val="00722826"/>
    <w:rsid w:val="00730A4A"/>
    <w:rsid w:val="00742E16"/>
    <w:rsid w:val="007545FF"/>
    <w:rsid w:val="00756C01"/>
    <w:rsid w:val="00770E66"/>
    <w:rsid w:val="00775B1E"/>
    <w:rsid w:val="00776CA9"/>
    <w:rsid w:val="007B0CA9"/>
    <w:rsid w:val="007B7FB6"/>
    <w:rsid w:val="007E02D0"/>
    <w:rsid w:val="007E13D7"/>
    <w:rsid w:val="00815976"/>
    <w:rsid w:val="0082485D"/>
    <w:rsid w:val="00824959"/>
    <w:rsid w:val="00843713"/>
    <w:rsid w:val="008542CD"/>
    <w:rsid w:val="00892231"/>
    <w:rsid w:val="008C50E7"/>
    <w:rsid w:val="008F4DA5"/>
    <w:rsid w:val="00915292"/>
    <w:rsid w:val="00920967"/>
    <w:rsid w:val="009512C2"/>
    <w:rsid w:val="009513FF"/>
    <w:rsid w:val="00960F92"/>
    <w:rsid w:val="00961B3A"/>
    <w:rsid w:val="009731C2"/>
    <w:rsid w:val="009815AD"/>
    <w:rsid w:val="009847DF"/>
    <w:rsid w:val="00992248"/>
    <w:rsid w:val="009C45CC"/>
    <w:rsid w:val="009D4279"/>
    <w:rsid w:val="009D5743"/>
    <w:rsid w:val="009D65C9"/>
    <w:rsid w:val="009E2834"/>
    <w:rsid w:val="00A00F0D"/>
    <w:rsid w:val="00A0148E"/>
    <w:rsid w:val="00A1033E"/>
    <w:rsid w:val="00A2362D"/>
    <w:rsid w:val="00A57441"/>
    <w:rsid w:val="00A6225A"/>
    <w:rsid w:val="00A659DF"/>
    <w:rsid w:val="00A72A73"/>
    <w:rsid w:val="00AD3A52"/>
    <w:rsid w:val="00AF39A9"/>
    <w:rsid w:val="00B00A1E"/>
    <w:rsid w:val="00B12A7F"/>
    <w:rsid w:val="00B64D63"/>
    <w:rsid w:val="00B65F8A"/>
    <w:rsid w:val="00B71949"/>
    <w:rsid w:val="00B84824"/>
    <w:rsid w:val="00B96C77"/>
    <w:rsid w:val="00B96F1C"/>
    <w:rsid w:val="00BB009A"/>
    <w:rsid w:val="00BB78A6"/>
    <w:rsid w:val="00BC49DE"/>
    <w:rsid w:val="00BD16B7"/>
    <w:rsid w:val="00BE1690"/>
    <w:rsid w:val="00BF175F"/>
    <w:rsid w:val="00BF5D29"/>
    <w:rsid w:val="00C00606"/>
    <w:rsid w:val="00C15B3E"/>
    <w:rsid w:val="00C16D0B"/>
    <w:rsid w:val="00C32D8D"/>
    <w:rsid w:val="00C513D6"/>
    <w:rsid w:val="00C6703F"/>
    <w:rsid w:val="00C8483F"/>
    <w:rsid w:val="00C92D90"/>
    <w:rsid w:val="00CA3519"/>
    <w:rsid w:val="00CB4E11"/>
    <w:rsid w:val="00CB535B"/>
    <w:rsid w:val="00CC0CED"/>
    <w:rsid w:val="00CC1C5F"/>
    <w:rsid w:val="00CE259F"/>
    <w:rsid w:val="00CF5C6D"/>
    <w:rsid w:val="00D0549C"/>
    <w:rsid w:val="00D15F00"/>
    <w:rsid w:val="00D2214B"/>
    <w:rsid w:val="00D275CE"/>
    <w:rsid w:val="00D30F66"/>
    <w:rsid w:val="00D6315A"/>
    <w:rsid w:val="00D73D99"/>
    <w:rsid w:val="00D873CD"/>
    <w:rsid w:val="00DA72BD"/>
    <w:rsid w:val="00DB7063"/>
    <w:rsid w:val="00DD4059"/>
    <w:rsid w:val="00DE4A34"/>
    <w:rsid w:val="00DE61B3"/>
    <w:rsid w:val="00DF6C47"/>
    <w:rsid w:val="00E06D98"/>
    <w:rsid w:val="00E54137"/>
    <w:rsid w:val="00E61C3F"/>
    <w:rsid w:val="00E63E47"/>
    <w:rsid w:val="00E644FA"/>
    <w:rsid w:val="00E7255D"/>
    <w:rsid w:val="00E73D88"/>
    <w:rsid w:val="00E971DC"/>
    <w:rsid w:val="00EA090B"/>
    <w:rsid w:val="00EA0E88"/>
    <w:rsid w:val="00EB2FBE"/>
    <w:rsid w:val="00EB537C"/>
    <w:rsid w:val="00ED12A2"/>
    <w:rsid w:val="00ED4EC9"/>
    <w:rsid w:val="00EE08EA"/>
    <w:rsid w:val="00F0210C"/>
    <w:rsid w:val="00F07D68"/>
    <w:rsid w:val="00F2183F"/>
    <w:rsid w:val="00F233B7"/>
    <w:rsid w:val="00F255F8"/>
    <w:rsid w:val="00F30EDB"/>
    <w:rsid w:val="00F36144"/>
    <w:rsid w:val="00F430EA"/>
    <w:rsid w:val="00F62E5D"/>
    <w:rsid w:val="00F873B6"/>
    <w:rsid w:val="00FA0F72"/>
    <w:rsid w:val="00FB2987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386C02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6E6BA-430D-422B-8741-4DA8CF07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90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51</cp:revision>
  <dcterms:created xsi:type="dcterms:W3CDTF">2019-03-30T09:33:00Z</dcterms:created>
  <dcterms:modified xsi:type="dcterms:W3CDTF">2025-08-06T13:37:00Z</dcterms:modified>
</cp:coreProperties>
</file>